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5A25F" w14:textId="77777777" w:rsidR="00A20F07" w:rsidRDefault="00A20F07" w:rsidP="00A20F07">
      <w:pPr>
        <w:rPr>
          <w:rFonts w:cs="Arial"/>
          <w:b/>
        </w:rPr>
      </w:pPr>
    </w:p>
    <w:p w14:paraId="01A2D0E3" w14:textId="77777777" w:rsidR="00A20F07" w:rsidRDefault="00A20F07" w:rsidP="00A20F07">
      <w:pPr>
        <w:rPr>
          <w:rFonts w:cs="Arial"/>
          <w:b/>
        </w:rPr>
      </w:pPr>
    </w:p>
    <w:p w14:paraId="5E3434AF" w14:textId="60834BAB" w:rsidR="00485DA0" w:rsidRDefault="00485DA0" w:rsidP="00485DA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Št:</w:t>
      </w:r>
      <w:r w:rsidRPr="00907BE7">
        <w:t xml:space="preserve"> </w:t>
      </w:r>
      <w:r w:rsidR="005F6A7D" w:rsidRPr="005F6A7D">
        <w:rPr>
          <w:bCs/>
          <w:sz w:val="22"/>
          <w:szCs w:val="22"/>
        </w:rPr>
        <w:t>430-1/20</w:t>
      </w:r>
      <w:r w:rsidR="00664A50">
        <w:rPr>
          <w:bCs/>
          <w:sz w:val="22"/>
          <w:szCs w:val="22"/>
        </w:rPr>
        <w:t>2</w:t>
      </w:r>
      <w:r w:rsidR="008F57EC">
        <w:rPr>
          <w:bCs/>
          <w:sz w:val="22"/>
          <w:szCs w:val="22"/>
        </w:rPr>
        <w:t>5</w:t>
      </w:r>
      <w:r w:rsidR="00DE2D8F">
        <w:rPr>
          <w:bCs/>
          <w:sz w:val="22"/>
          <w:szCs w:val="22"/>
        </w:rPr>
        <w:t>/</w:t>
      </w:r>
      <w:r w:rsidR="00F76544">
        <w:rPr>
          <w:bCs/>
          <w:sz w:val="22"/>
          <w:szCs w:val="22"/>
        </w:rPr>
        <w:t>6</w:t>
      </w:r>
    </w:p>
    <w:p w14:paraId="13D606F6" w14:textId="647C15D2" w:rsidR="00485DA0" w:rsidRPr="006359EC" w:rsidRDefault="00485DA0" w:rsidP="00485DA0">
      <w:pPr>
        <w:rPr>
          <w:sz w:val="22"/>
          <w:szCs w:val="22"/>
        </w:rPr>
      </w:pPr>
      <w:r w:rsidRPr="006359EC">
        <w:rPr>
          <w:bCs/>
          <w:sz w:val="22"/>
          <w:szCs w:val="22"/>
        </w:rPr>
        <w:t>Datum:</w:t>
      </w:r>
      <w:r>
        <w:rPr>
          <w:bCs/>
          <w:sz w:val="22"/>
          <w:szCs w:val="22"/>
        </w:rPr>
        <w:t xml:space="preserve"> </w:t>
      </w:r>
      <w:r w:rsidR="008F57EC">
        <w:rPr>
          <w:bCs/>
          <w:sz w:val="22"/>
          <w:szCs w:val="22"/>
        </w:rPr>
        <w:t>16. 5. 2025</w:t>
      </w:r>
    </w:p>
    <w:p w14:paraId="14D5CD62" w14:textId="77777777" w:rsidR="00485DA0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</w:t>
      </w:r>
    </w:p>
    <w:p w14:paraId="6934DD0D" w14:textId="77777777" w:rsidR="00485DA0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</w:t>
      </w:r>
    </w:p>
    <w:p w14:paraId="2C111B42" w14:textId="77777777" w:rsidR="00485DA0" w:rsidRPr="006359EC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              </w:t>
      </w:r>
    </w:p>
    <w:p w14:paraId="274F7D28" w14:textId="77777777" w:rsidR="00485DA0" w:rsidRPr="006359EC" w:rsidRDefault="00485DA0" w:rsidP="00485DA0">
      <w:pPr>
        <w:rPr>
          <w:sz w:val="22"/>
          <w:szCs w:val="22"/>
        </w:rPr>
      </w:pPr>
      <w:r w:rsidRPr="006359EC">
        <w:rPr>
          <w:sz w:val="22"/>
          <w:szCs w:val="22"/>
        </w:rPr>
        <w:t xml:space="preserve">                            </w:t>
      </w:r>
      <w:bookmarkStart w:id="0" w:name="_Toc54664723"/>
      <w:bookmarkStart w:id="1" w:name="_Toc81360666"/>
    </w:p>
    <w:bookmarkEnd w:id="0"/>
    <w:bookmarkEnd w:id="1"/>
    <w:p w14:paraId="2F813AA1" w14:textId="3E5D4C13" w:rsidR="00485DA0" w:rsidRDefault="00485DA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 xml:space="preserve">Zadeva: </w:t>
      </w:r>
      <w:r w:rsidR="008F57EC">
        <w:rPr>
          <w:sz w:val="22"/>
          <w:szCs w:val="22"/>
        </w:rPr>
        <w:t xml:space="preserve"> </w:t>
      </w:r>
      <w:r w:rsidR="00470AFA">
        <w:rPr>
          <w:b/>
          <w:sz w:val="22"/>
          <w:szCs w:val="22"/>
        </w:rPr>
        <w:t xml:space="preserve">EJN - </w:t>
      </w:r>
      <w:r w:rsidR="001F53FB">
        <w:rPr>
          <w:b/>
          <w:sz w:val="22"/>
          <w:szCs w:val="22"/>
        </w:rPr>
        <w:t>IZVEDBA AKUSTIČNIH PANELOV</w:t>
      </w:r>
      <w:r w:rsidRPr="00C82709">
        <w:rPr>
          <w:b/>
          <w:sz w:val="22"/>
          <w:szCs w:val="22"/>
        </w:rPr>
        <w:t xml:space="preserve"> - povpraševanje</w:t>
      </w:r>
    </w:p>
    <w:p w14:paraId="0BB2F6D4" w14:textId="77777777" w:rsidR="00485DA0" w:rsidRPr="006359EC" w:rsidRDefault="00485DA0" w:rsidP="00485DA0">
      <w:pPr>
        <w:pStyle w:val="Telobesedila"/>
        <w:rPr>
          <w:sz w:val="22"/>
          <w:szCs w:val="22"/>
        </w:rPr>
      </w:pPr>
    </w:p>
    <w:p w14:paraId="6BB3C94D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6B3E8834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58FC2F32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5DAB7830" w14:textId="44978773" w:rsidR="00485DA0" w:rsidRPr="00470AFA" w:rsidRDefault="00485DA0" w:rsidP="00485DA0">
      <w:pPr>
        <w:pStyle w:val="Telobesedila"/>
        <w:rPr>
          <w:sz w:val="22"/>
          <w:szCs w:val="22"/>
        </w:rPr>
      </w:pPr>
      <w:r w:rsidRPr="006359EC">
        <w:rPr>
          <w:sz w:val="22"/>
          <w:szCs w:val="22"/>
        </w:rPr>
        <w:t xml:space="preserve">Vabimo vas, da podate ponudbo za </w:t>
      </w:r>
      <w:r w:rsidR="001F53FB">
        <w:rPr>
          <w:b/>
          <w:sz w:val="22"/>
          <w:szCs w:val="22"/>
        </w:rPr>
        <w:t>IZVEDB</w:t>
      </w:r>
      <w:r w:rsidR="00F76544">
        <w:rPr>
          <w:b/>
          <w:sz w:val="22"/>
          <w:szCs w:val="22"/>
        </w:rPr>
        <w:t xml:space="preserve">O </w:t>
      </w:r>
      <w:r w:rsidR="001F53FB">
        <w:rPr>
          <w:b/>
          <w:sz w:val="22"/>
          <w:szCs w:val="22"/>
        </w:rPr>
        <w:t>AKUSTIČNIH PANELOV</w:t>
      </w:r>
      <w:r w:rsidR="00AE2101">
        <w:rPr>
          <w:b/>
          <w:sz w:val="22"/>
          <w:szCs w:val="22"/>
        </w:rPr>
        <w:t xml:space="preserve"> </w:t>
      </w:r>
      <w:r w:rsidR="008F57EC">
        <w:rPr>
          <w:b/>
          <w:sz w:val="22"/>
          <w:szCs w:val="22"/>
        </w:rPr>
        <w:t xml:space="preserve">v </w:t>
      </w:r>
      <w:r w:rsidR="001F53FB">
        <w:rPr>
          <w:b/>
          <w:sz w:val="22"/>
          <w:szCs w:val="22"/>
        </w:rPr>
        <w:t>5</w:t>
      </w:r>
      <w:r w:rsidR="00AE2101">
        <w:rPr>
          <w:b/>
          <w:sz w:val="22"/>
          <w:szCs w:val="22"/>
        </w:rPr>
        <w:t xml:space="preserve"> </w:t>
      </w:r>
      <w:r w:rsidR="008F57EC">
        <w:rPr>
          <w:b/>
          <w:sz w:val="22"/>
          <w:szCs w:val="22"/>
        </w:rPr>
        <w:t xml:space="preserve">učilnicah </w:t>
      </w:r>
      <w:r w:rsidR="00470AFA">
        <w:rPr>
          <w:b/>
          <w:sz w:val="22"/>
          <w:szCs w:val="22"/>
        </w:rPr>
        <w:t xml:space="preserve"> SERŠ Maribor </w:t>
      </w:r>
      <w:r w:rsidR="00664A50">
        <w:rPr>
          <w:b/>
          <w:sz w:val="22"/>
          <w:szCs w:val="22"/>
        </w:rPr>
        <w:t>v letu 202</w:t>
      </w:r>
      <w:r w:rsidR="008F57EC">
        <w:rPr>
          <w:b/>
          <w:sz w:val="22"/>
          <w:szCs w:val="22"/>
        </w:rPr>
        <w:t>5</w:t>
      </w:r>
      <w:r w:rsidR="00470AFA">
        <w:rPr>
          <w:b/>
          <w:sz w:val="22"/>
          <w:szCs w:val="22"/>
        </w:rPr>
        <w:t xml:space="preserve"> </w:t>
      </w:r>
      <w:r w:rsidR="00470AFA" w:rsidRPr="00470AFA">
        <w:rPr>
          <w:sz w:val="22"/>
          <w:szCs w:val="22"/>
        </w:rPr>
        <w:t>na osnovi popisa materiala in del, ki so v prilogi.</w:t>
      </w:r>
    </w:p>
    <w:p w14:paraId="162EC047" w14:textId="77777777" w:rsidR="00485DA0" w:rsidRDefault="00485DA0" w:rsidP="00485DA0">
      <w:pPr>
        <w:jc w:val="both"/>
      </w:pPr>
    </w:p>
    <w:p w14:paraId="1A931A6B" w14:textId="09A253DF" w:rsidR="00E92E26" w:rsidRDefault="008F57EC" w:rsidP="00485DA0">
      <w:pPr>
        <w:jc w:val="both"/>
      </w:pPr>
      <w:r>
        <w:t>Dela se bodo opravljala v juliju in avgustu 2025 in morajo biti zaključena do 17. 8. 2025.</w:t>
      </w:r>
    </w:p>
    <w:p w14:paraId="18693E4F" w14:textId="77777777" w:rsidR="00485DA0" w:rsidRDefault="00485DA0" w:rsidP="00485DA0">
      <w:pPr>
        <w:jc w:val="both"/>
      </w:pPr>
    </w:p>
    <w:p w14:paraId="18882276" w14:textId="77777777" w:rsidR="00485DA0" w:rsidRDefault="00485DA0" w:rsidP="00485DA0">
      <w:pPr>
        <w:spacing w:line="480" w:lineRule="auto"/>
        <w:jc w:val="both"/>
        <w:rPr>
          <w:i/>
        </w:rPr>
      </w:pPr>
      <w:r>
        <w:rPr>
          <w:i/>
        </w:rPr>
        <w:t>Cena mora vsebovati vse stroške, popuste, rabate in davek na dodano vrednost.</w:t>
      </w:r>
    </w:p>
    <w:p w14:paraId="399EC077" w14:textId="4FB14BB0" w:rsidR="00485DA0" w:rsidRDefault="00485DA0" w:rsidP="00485DA0">
      <w:pPr>
        <w:jc w:val="both"/>
      </w:pPr>
      <w:r>
        <w:t>Naročilo se ne izvaja po dolo</w:t>
      </w:r>
      <w:r w:rsidR="00D837DB">
        <w:t>čilih Zakona o javnem naročanju</w:t>
      </w:r>
      <w:r>
        <w:t xml:space="preserve"> ( ZJN-</w:t>
      </w:r>
      <w:r w:rsidR="00181544">
        <w:t>3</w:t>
      </w:r>
      <w:r>
        <w:t>)</w:t>
      </w:r>
      <w:r w:rsidR="008F57EC">
        <w:t xml:space="preserve"> kot evidenčno javno naročilo</w:t>
      </w:r>
      <w:r>
        <w:t xml:space="preserve">, ker naročnik lahko odda naročilo neposredno, saj ocenjena vrednost ne presega </w:t>
      </w:r>
      <w:r w:rsidR="003D6D97">
        <w:t xml:space="preserve">40.000 € za storitve oziroma </w:t>
      </w:r>
      <w:r w:rsidR="00470AFA">
        <w:t>8</w:t>
      </w:r>
      <w:r w:rsidR="003D6D97">
        <w:t>0.000 €  brez DDV za gradnje.</w:t>
      </w:r>
    </w:p>
    <w:p w14:paraId="0B58E479" w14:textId="33783F58" w:rsidR="00485DA0" w:rsidRDefault="00485DA0" w:rsidP="00485DA0">
      <w:pPr>
        <w:jc w:val="both"/>
      </w:pPr>
    </w:p>
    <w:p w14:paraId="6C41BFD5" w14:textId="4DEEF7F2" w:rsidR="00485DA0" w:rsidRDefault="00485DA0" w:rsidP="00485DA0">
      <w:pPr>
        <w:jc w:val="both"/>
      </w:pPr>
      <w:r>
        <w:t xml:space="preserve">Rok plačila znaša </w:t>
      </w:r>
      <w:r>
        <w:rPr>
          <w:b/>
        </w:rPr>
        <w:t>30 dni</w:t>
      </w:r>
      <w:r>
        <w:t xml:space="preserve"> po prejemu pravilno izstavljenega računa.</w:t>
      </w:r>
    </w:p>
    <w:p w14:paraId="31695254" w14:textId="77777777" w:rsidR="00485DA0" w:rsidRDefault="00485DA0" w:rsidP="00485DA0">
      <w:pPr>
        <w:jc w:val="both"/>
      </w:pPr>
    </w:p>
    <w:p w14:paraId="30883569" w14:textId="7A5DD35F" w:rsidR="00F81144" w:rsidRDefault="00485DA0" w:rsidP="00485DA0">
      <w:pPr>
        <w:jc w:val="both"/>
        <w:rPr>
          <w:b/>
        </w:rPr>
      </w:pPr>
      <w:r>
        <w:t xml:space="preserve">Obravnavali bomo ponudbe, ki bodo prispele do naročnika do </w:t>
      </w:r>
      <w:r w:rsidR="008F57EC">
        <w:rPr>
          <w:b/>
        </w:rPr>
        <w:t xml:space="preserve">26. 5. </w:t>
      </w:r>
      <w:r w:rsidR="00664A50">
        <w:rPr>
          <w:b/>
        </w:rPr>
        <w:t>202</w:t>
      </w:r>
      <w:r w:rsidR="008F57EC">
        <w:rPr>
          <w:b/>
        </w:rPr>
        <w:t>5</w:t>
      </w:r>
      <w:r w:rsidR="00181544">
        <w:rPr>
          <w:b/>
        </w:rPr>
        <w:t xml:space="preserve"> do 1</w:t>
      </w:r>
      <w:r w:rsidR="00470AFA">
        <w:rPr>
          <w:b/>
        </w:rPr>
        <w:t>2</w:t>
      </w:r>
      <w:r w:rsidR="00181544">
        <w:rPr>
          <w:b/>
        </w:rPr>
        <w:t>.ure.</w:t>
      </w:r>
    </w:p>
    <w:p w14:paraId="7475CF43" w14:textId="77777777" w:rsidR="00823D27" w:rsidRDefault="00823D27" w:rsidP="00823D27">
      <w:pPr>
        <w:jc w:val="both"/>
      </w:pPr>
      <w:r>
        <w:t xml:space="preserve">Ponudbo nam pošljite v elektronski obliki na e-mail: </w:t>
      </w:r>
      <w:hyperlink r:id="rId10" w:history="1">
        <w:r w:rsidRPr="00E012EC">
          <w:rPr>
            <w:rStyle w:val="Hiperpovezava"/>
          </w:rPr>
          <w:t>sers@sers.si</w:t>
        </w:r>
      </w:hyperlink>
    </w:p>
    <w:p w14:paraId="669D408A" w14:textId="77777777" w:rsidR="00485DA0" w:rsidRDefault="00485DA0" w:rsidP="00485DA0"/>
    <w:p w14:paraId="12996C54" w14:textId="77777777" w:rsidR="00A81DBE" w:rsidRDefault="00485DA0" w:rsidP="00485DA0">
      <w:r>
        <w:t xml:space="preserve">Naročnik bo po izbiri </w:t>
      </w:r>
      <w:r w:rsidR="00A81DBE">
        <w:t>oddal delo enemu ponudniku.</w:t>
      </w:r>
    </w:p>
    <w:p w14:paraId="1382EA2F" w14:textId="466E5AAD" w:rsidR="00A81DBE" w:rsidRDefault="00A81DBE" w:rsidP="00485DA0">
      <w:r>
        <w:t xml:space="preserve"> </w:t>
      </w:r>
    </w:p>
    <w:p w14:paraId="39C1CA12" w14:textId="22DD7EF3" w:rsidR="00485DA0" w:rsidRDefault="00A81DBE" w:rsidP="00485DA0">
      <w:r>
        <w:t>Ponudnik bo po izbiri pozvan k predložitvi izjave o lastniških deležih.</w:t>
      </w:r>
    </w:p>
    <w:p w14:paraId="5A71E982" w14:textId="77777777" w:rsidR="00485DA0" w:rsidRDefault="00485DA0" w:rsidP="00485DA0">
      <w:pPr>
        <w:rPr>
          <w:b/>
          <w:bCs/>
          <w:color w:val="000000"/>
        </w:rPr>
      </w:pPr>
    </w:p>
    <w:p w14:paraId="5F17F951" w14:textId="0C308B5F" w:rsidR="00485DA0" w:rsidRDefault="00485DA0" w:rsidP="00485DA0">
      <w:pPr>
        <w:rPr>
          <w:i/>
        </w:rPr>
      </w:pPr>
      <w:r>
        <w:t>Prosimo, da podate ponudbo</w:t>
      </w:r>
      <w:r w:rsidR="00A81DBE">
        <w:t xml:space="preserve"> na priloženem obrazcu</w:t>
      </w:r>
      <w:r>
        <w:t>.</w:t>
      </w:r>
      <w:r>
        <w:rPr>
          <w:i/>
        </w:rPr>
        <w:t xml:space="preserve"> </w:t>
      </w:r>
    </w:p>
    <w:p w14:paraId="35C47124" w14:textId="77777777" w:rsidR="00485DA0" w:rsidRDefault="00485DA0" w:rsidP="00485DA0">
      <w:pPr>
        <w:rPr>
          <w:i/>
        </w:rPr>
      </w:pPr>
    </w:p>
    <w:p w14:paraId="4C354E50" w14:textId="77777777" w:rsidR="00485DA0" w:rsidRDefault="00485DA0" w:rsidP="00485DA0">
      <w:r>
        <w:t>Kontaktna oseba s strani naročnika je Marija Janžek, telefon: 041 231 942.</w:t>
      </w:r>
    </w:p>
    <w:p w14:paraId="340A43E8" w14:textId="77777777" w:rsidR="00485DA0" w:rsidRPr="006359EC" w:rsidRDefault="00485DA0" w:rsidP="00485DA0">
      <w:pPr>
        <w:pStyle w:val="Telobesedila"/>
        <w:rPr>
          <w:sz w:val="22"/>
          <w:szCs w:val="22"/>
        </w:rPr>
      </w:pPr>
    </w:p>
    <w:p w14:paraId="08DBE3E4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76C255AD" w14:textId="77777777" w:rsidR="00485DA0" w:rsidRDefault="00485DA0" w:rsidP="00485DA0">
      <w:pPr>
        <w:pStyle w:val="Telobesedila"/>
        <w:rPr>
          <w:sz w:val="22"/>
          <w:szCs w:val="22"/>
        </w:rPr>
      </w:pPr>
    </w:p>
    <w:p w14:paraId="185DC25D" w14:textId="77777777" w:rsidR="00485DA0" w:rsidRDefault="00C24E9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Pripravila:</w:t>
      </w:r>
    </w:p>
    <w:p w14:paraId="5FF62EA5" w14:textId="77777777" w:rsidR="00C24E90" w:rsidRPr="006359EC" w:rsidRDefault="00C24E90" w:rsidP="00485DA0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Marija Janžek</w:t>
      </w:r>
    </w:p>
    <w:p w14:paraId="02684703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i/>
          <w:sz w:val="22"/>
          <w:szCs w:val="22"/>
        </w:rPr>
        <w:tab/>
      </w:r>
      <w:r w:rsidRPr="006359EC">
        <w:rPr>
          <w:b/>
          <w:sz w:val="22"/>
          <w:szCs w:val="22"/>
        </w:rPr>
        <w:t xml:space="preserve">                                                                                            </w:t>
      </w:r>
    </w:p>
    <w:p w14:paraId="7578F41C" w14:textId="77777777" w:rsidR="00485DA0" w:rsidRPr="006359EC" w:rsidRDefault="00485DA0" w:rsidP="00485DA0">
      <w:pPr>
        <w:pStyle w:val="Telobesedila"/>
        <w:rPr>
          <w:sz w:val="22"/>
          <w:szCs w:val="22"/>
        </w:rPr>
      </w:pP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 w:rsidRPr="006359EC">
        <w:rPr>
          <w:b/>
          <w:sz w:val="22"/>
          <w:szCs w:val="22"/>
        </w:rPr>
        <w:tab/>
      </w:r>
      <w:r>
        <w:rPr>
          <w:sz w:val="22"/>
          <w:szCs w:val="22"/>
        </w:rPr>
        <w:t>ravnateljica</w:t>
      </w:r>
      <w:r w:rsidRPr="006359EC">
        <w:rPr>
          <w:sz w:val="22"/>
          <w:szCs w:val="22"/>
        </w:rPr>
        <w:t>:</w:t>
      </w:r>
    </w:p>
    <w:p w14:paraId="3C39D4F4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 w:rsidRPr="006359EC">
        <w:rPr>
          <w:sz w:val="22"/>
          <w:szCs w:val="22"/>
        </w:rPr>
        <w:tab/>
      </w:r>
      <w:r>
        <w:rPr>
          <w:sz w:val="22"/>
          <w:szCs w:val="22"/>
        </w:rPr>
        <w:t>Irena Srša Žnidarič, spec.</w:t>
      </w:r>
      <w:r w:rsidR="004E227F">
        <w:rPr>
          <w:sz w:val="22"/>
          <w:szCs w:val="22"/>
        </w:rPr>
        <w:t>, l.r.</w:t>
      </w:r>
    </w:p>
    <w:p w14:paraId="11AB6C16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</w:p>
    <w:p w14:paraId="785E3A7E" w14:textId="77777777" w:rsidR="00485DA0" w:rsidRPr="006359EC" w:rsidRDefault="00485DA0" w:rsidP="00485DA0">
      <w:pPr>
        <w:pStyle w:val="Telobesedila"/>
        <w:rPr>
          <w:b/>
          <w:sz w:val="22"/>
          <w:szCs w:val="22"/>
        </w:rPr>
      </w:pPr>
    </w:p>
    <w:p w14:paraId="51F6DDF2" w14:textId="77777777" w:rsidR="00823D27" w:rsidRDefault="00485DA0" w:rsidP="00823D27">
      <w:pPr>
        <w:pStyle w:val="Telobesedila"/>
        <w:rPr>
          <w:sz w:val="22"/>
          <w:szCs w:val="22"/>
        </w:rPr>
      </w:pPr>
      <w:r w:rsidRPr="006359EC">
        <w:rPr>
          <w:sz w:val="22"/>
          <w:szCs w:val="22"/>
        </w:rPr>
        <w:t>Priloge:</w:t>
      </w:r>
      <w:r w:rsidRPr="006359EC">
        <w:rPr>
          <w:sz w:val="22"/>
          <w:szCs w:val="22"/>
        </w:rPr>
        <w:tab/>
      </w:r>
    </w:p>
    <w:p w14:paraId="06AD7598" w14:textId="77777777" w:rsidR="00485DA0" w:rsidRPr="006359EC" w:rsidRDefault="00485DA0" w:rsidP="00823D27">
      <w:pPr>
        <w:pStyle w:val="Telobesedila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Obrazec ponudbe</w:t>
      </w:r>
      <w:r w:rsidR="00823D27">
        <w:rPr>
          <w:sz w:val="22"/>
          <w:szCs w:val="22"/>
        </w:rPr>
        <w:t xml:space="preserve"> s popisom del in materiala</w:t>
      </w:r>
    </w:p>
    <w:sectPr w:rsidR="00485DA0" w:rsidRPr="006359EC" w:rsidSect="008B4BA8">
      <w:headerReference w:type="first" r:id="rId11"/>
      <w:pgSz w:w="11906" w:h="16838"/>
      <w:pgMar w:top="851" w:right="1134" w:bottom="709" w:left="1134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6C3B8" w14:textId="77777777" w:rsidR="001E1382" w:rsidRDefault="001E1382">
      <w:r>
        <w:separator/>
      </w:r>
    </w:p>
  </w:endnote>
  <w:endnote w:type="continuationSeparator" w:id="0">
    <w:p w14:paraId="40E0478E" w14:textId="77777777" w:rsidR="001E1382" w:rsidRDefault="001E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DEAE" w14:textId="77777777" w:rsidR="001E1382" w:rsidRDefault="001E1382">
      <w:r>
        <w:separator/>
      </w:r>
    </w:p>
  </w:footnote>
  <w:footnote w:type="continuationSeparator" w:id="0">
    <w:p w14:paraId="6DBE3DF5" w14:textId="77777777" w:rsidR="001E1382" w:rsidRDefault="001E1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A7A36" w14:textId="77777777" w:rsidR="008B4BA8" w:rsidRDefault="008B4BA8" w:rsidP="008B4BA8">
    <w:pPr>
      <w:pStyle w:val="Glava"/>
      <w:ind w:left="-567"/>
      <w:rPr>
        <w:rFonts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8CC869" wp14:editId="4FF14DF1">
              <wp:simplePos x="0" y="0"/>
              <wp:positionH relativeFrom="column">
                <wp:posOffset>2908935</wp:posOffset>
              </wp:positionH>
              <wp:positionV relativeFrom="paragraph">
                <wp:posOffset>-50165</wp:posOffset>
              </wp:positionV>
              <wp:extent cx="3314700" cy="1181100"/>
              <wp:effectExtent l="0" t="0" r="0" b="0"/>
              <wp:wrapNone/>
              <wp:docPr id="5" name="Polje z besedilo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279670" w14:textId="77777777" w:rsidR="008B4BA8" w:rsidRPr="002C0EBD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2C0EBD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S</w:t>
                          </w:r>
                          <w:r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rednja elektro-računalniška šola Maribor</w:t>
                          </w:r>
                        </w:p>
                        <w:p w14:paraId="27C318BC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>Smetanova ulica 6, 2000 Maribor</w:t>
                          </w:r>
                        </w:p>
                        <w:p w14:paraId="0298BA2B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T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02 234 19 10 </w:t>
                          </w: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F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02 234 19 18 </w:t>
                          </w:r>
                        </w:p>
                        <w:p w14:paraId="382ABD3E" w14:textId="77777777" w:rsidR="008B4BA8" w:rsidRPr="00464C63" w:rsidRDefault="008B4BA8" w:rsidP="008B4BA8">
                          <w:pPr>
                            <w:pStyle w:val="Glava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E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sers@sers.si </w:t>
                          </w:r>
                          <w:r w:rsidRPr="00464C63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S </w:t>
                          </w:r>
                          <w:r w:rsidRPr="00464C63">
                            <w:rPr>
                              <w:rFonts w:cs="Arial"/>
                              <w:sz w:val="18"/>
                              <w:szCs w:val="18"/>
                            </w:rPr>
                            <w:t>www.sers.si</w:t>
                          </w:r>
                        </w:p>
                        <w:p w14:paraId="5AAAC126" w14:textId="77777777" w:rsidR="008B4BA8" w:rsidRPr="009A2D57" w:rsidRDefault="008B4BA8" w:rsidP="008B4BA8">
                          <w:pPr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9A2D57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Podračun pri UJP</w:t>
                          </w:r>
                          <w:r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2D57">
                            <w:rPr>
                              <w:rFonts w:cs="Arial"/>
                              <w:sz w:val="18"/>
                              <w:szCs w:val="18"/>
                            </w:rPr>
                            <w:t>01100 6000042897</w:t>
                          </w:r>
                        </w:p>
                        <w:p w14:paraId="63C0C68A" w14:textId="77777777" w:rsidR="008B4BA8" w:rsidRPr="009A2D57" w:rsidRDefault="008B4BA8" w:rsidP="008B4BA8">
                          <w:pPr>
                            <w:jc w:val="righ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9A2D57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 xml:space="preserve">DŠ </w:t>
                          </w:r>
                          <w:r w:rsidRPr="009A2D57">
                            <w:rPr>
                              <w:rFonts w:cs="Arial"/>
                              <w:sz w:val="18"/>
                              <w:szCs w:val="18"/>
                            </w:rPr>
                            <w:t>58751009</w:t>
                          </w:r>
                        </w:p>
                        <w:p w14:paraId="758D8002" w14:textId="77777777" w:rsidR="008B4BA8" w:rsidRDefault="008B4BA8" w:rsidP="008B4B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CC869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6" type="#_x0000_t202" style="position:absolute;left:0;text-align:left;margin-left:229.05pt;margin-top:-3.95pt;width:261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" filled="f" stroked="f">
              <v:textbox>
                <w:txbxContent>
                  <w:p w14:paraId="36279670" w14:textId="77777777" w:rsidR="008B4BA8" w:rsidRPr="002C0EBD" w:rsidRDefault="008B4BA8" w:rsidP="008B4BA8">
                    <w:pPr>
                      <w:pStyle w:val="Glava"/>
                      <w:jc w:val="righ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2C0EBD">
                      <w:rPr>
                        <w:rFonts w:cs="Arial"/>
                        <w:b/>
                        <w:sz w:val="18"/>
                        <w:szCs w:val="18"/>
                      </w:rPr>
                      <w:t>S</w:t>
                    </w:r>
                    <w:r>
                      <w:rPr>
                        <w:rFonts w:cs="Arial"/>
                        <w:b/>
                        <w:sz w:val="18"/>
                        <w:szCs w:val="18"/>
                      </w:rPr>
                      <w:t>rednja elektro-računalniška šola Maribor</w:t>
                    </w:r>
                  </w:p>
                  <w:p w14:paraId="27C318BC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sz w:val="18"/>
                        <w:szCs w:val="18"/>
                      </w:rPr>
                      <w:t>Smetanova ulica 6, 2000 Maribor</w:t>
                    </w:r>
                  </w:p>
                  <w:p w14:paraId="0298BA2B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T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02 234 19 10 </w:t>
                    </w: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F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02 234 19 18 </w:t>
                    </w:r>
                  </w:p>
                  <w:p w14:paraId="382ABD3E" w14:textId="77777777" w:rsidR="008B4BA8" w:rsidRPr="00464C63" w:rsidRDefault="008B4BA8" w:rsidP="008B4BA8">
                    <w:pPr>
                      <w:pStyle w:val="Glava"/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>E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 xml:space="preserve"> sers@sers.si </w:t>
                    </w:r>
                    <w:r w:rsidRPr="00464C63">
                      <w:rPr>
                        <w:rFonts w:cs="Arial"/>
                        <w:b/>
                        <w:sz w:val="18"/>
                        <w:szCs w:val="18"/>
                      </w:rPr>
                      <w:t xml:space="preserve">S </w:t>
                    </w:r>
                    <w:r w:rsidRPr="00464C63">
                      <w:rPr>
                        <w:rFonts w:cs="Arial"/>
                        <w:sz w:val="18"/>
                        <w:szCs w:val="18"/>
                      </w:rPr>
                      <w:t>www.sers.si</w:t>
                    </w:r>
                  </w:p>
                  <w:p w14:paraId="5AAAC126" w14:textId="77777777" w:rsidR="008B4BA8" w:rsidRPr="009A2D57" w:rsidRDefault="008B4BA8" w:rsidP="008B4BA8">
                    <w:pPr>
                      <w:jc w:val="right"/>
                      <w:rPr>
                        <w:rFonts w:cs="Arial"/>
                        <w:sz w:val="18"/>
                        <w:szCs w:val="18"/>
                      </w:rPr>
                    </w:pPr>
                    <w:r w:rsidRPr="009A2D57">
                      <w:rPr>
                        <w:rFonts w:cs="Arial"/>
                        <w:b/>
                        <w:sz w:val="18"/>
                        <w:szCs w:val="18"/>
                      </w:rPr>
                      <w:t>Podračun pri UJP</w:t>
                    </w:r>
                    <w:r>
                      <w:rPr>
                        <w:rFonts w:cs="Arial"/>
                        <w:b/>
                        <w:sz w:val="18"/>
                        <w:szCs w:val="18"/>
                      </w:rPr>
                      <w:t xml:space="preserve"> </w:t>
                    </w:r>
                    <w:r w:rsidRPr="009A2D57">
                      <w:rPr>
                        <w:rFonts w:cs="Arial"/>
                        <w:sz w:val="18"/>
                        <w:szCs w:val="18"/>
                      </w:rPr>
                      <w:t>01100 6000042897</w:t>
                    </w:r>
                  </w:p>
                  <w:p w14:paraId="63C0C68A" w14:textId="77777777" w:rsidR="008B4BA8" w:rsidRPr="009A2D57" w:rsidRDefault="008B4BA8" w:rsidP="008B4BA8">
                    <w:pPr>
                      <w:jc w:val="righ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9A2D57">
                      <w:rPr>
                        <w:rFonts w:cs="Arial"/>
                        <w:b/>
                        <w:sz w:val="18"/>
                        <w:szCs w:val="18"/>
                      </w:rPr>
                      <w:t xml:space="preserve">DŠ </w:t>
                    </w:r>
                    <w:r w:rsidRPr="009A2D57">
                      <w:rPr>
                        <w:rFonts w:cs="Arial"/>
                        <w:sz w:val="18"/>
                        <w:szCs w:val="18"/>
                      </w:rPr>
                      <w:t>58751009</w:t>
                    </w:r>
                  </w:p>
                  <w:p w14:paraId="758D8002" w14:textId="77777777" w:rsidR="008B4BA8" w:rsidRDefault="008B4BA8" w:rsidP="008B4BA8"/>
                </w:txbxContent>
              </v:textbox>
            </v:shape>
          </w:pict>
        </mc:Fallback>
      </mc:AlternateContent>
    </w:r>
    <w:r w:rsidR="00F76544">
      <w:rPr>
        <w:rFonts w:cs="Arial"/>
        <w:noProof/>
        <w:sz w:val="20"/>
        <w:szCs w:val="20"/>
        <w:lang w:eastAsia="sl-SI"/>
      </w:rPr>
      <w:pict w14:anchorId="77480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7131" o:spid="_x0000_s1027" type="#_x0000_t75" style="position:absolute;left:0;text-align:left;margin-left:-51.6pt;margin-top:-105.95pt;width:582.3pt;height:822.6pt;z-index:-251657216;mso-position-horizontal-relative:margin;mso-position-vertical-relative:margin" o:allowincell="f">
          <v:imagedata r:id="rId1" o:title="sers-vzorec-color"/>
          <w10:wrap anchorx="margin" anchory="margin"/>
        </v:shape>
      </w:pict>
    </w:r>
    <w:r>
      <w:rPr>
        <w:rFonts w:cs="Arial"/>
        <w:noProof/>
        <w:sz w:val="20"/>
        <w:szCs w:val="20"/>
        <w:lang w:eastAsia="sl-SI"/>
      </w:rPr>
      <w:drawing>
        <wp:inline distT="0" distB="0" distL="0" distR="0" wp14:anchorId="209B5E72" wp14:editId="03830CDD">
          <wp:extent cx="1524000" cy="828675"/>
          <wp:effectExtent l="19050" t="0" r="0" b="0"/>
          <wp:docPr id="2" name="Picture 0" descr="sers_c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ers_cb.ep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A4F5511" w14:textId="77777777" w:rsidR="008B4BA8" w:rsidRPr="002238F5" w:rsidRDefault="008B4BA8" w:rsidP="008B4BA8">
    <w:pPr>
      <w:pStyle w:val="Glava"/>
      <w:tabs>
        <w:tab w:val="clear" w:pos="4536"/>
        <w:tab w:val="clear" w:pos="9072"/>
        <w:tab w:val="left" w:pos="1740"/>
      </w:tabs>
      <w:rPr>
        <w:rFonts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5913EC5" wp14:editId="4021E628">
              <wp:simplePos x="0" y="0"/>
              <wp:positionH relativeFrom="column">
                <wp:posOffset>-605790</wp:posOffset>
              </wp:positionH>
              <wp:positionV relativeFrom="paragraph">
                <wp:posOffset>2275839</wp:posOffset>
              </wp:positionV>
              <wp:extent cx="252095" cy="0"/>
              <wp:effectExtent l="0" t="0" r="14605" b="19050"/>
              <wp:wrapNone/>
              <wp:docPr id="4" name="Raven puščični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17E181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2" o:spid="_x0000_s1026" type="#_x0000_t32" style="position:absolute;margin-left:-47.7pt;margin-top:179.2pt;width:19.8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" strokeweight=".5pt"/>
          </w:pict>
        </mc:Fallback>
      </mc:AlternateContent>
    </w:r>
    <w:r>
      <w:rPr>
        <w:rFonts w:cs="Arial"/>
        <w:sz w:val="20"/>
        <w:szCs w:val="20"/>
      </w:rPr>
      <w:tab/>
    </w:r>
  </w:p>
  <w:p w14:paraId="407F32EF" w14:textId="77777777" w:rsidR="00A81DBE" w:rsidRDefault="00F76544">
    <w:pPr>
      <w:pStyle w:val="Glava"/>
    </w:pPr>
    <w:r>
      <w:rPr>
        <w:noProof/>
        <w:lang w:eastAsia="sl-SI"/>
      </w:rPr>
      <w:pict w14:anchorId="6F875728">
        <v:shape id="WordPictureWatermark39927129" o:spid="_x0000_s1025" type="#_x0000_t75" style="position:absolute;margin-left:0;margin-top:0;width:481.55pt;height:680.3pt;z-index:-251660288;mso-position-horizontal:center;mso-position-horizontal-relative:margin;mso-position-vertical:center;mso-position-vertical-relative:margin" o:allowincell="f">
          <v:imagedata r:id="rId1" o:title="sers-vzorec-col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D7825"/>
    <w:multiLevelType w:val="hybridMultilevel"/>
    <w:tmpl w:val="DB2CBF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01DB7"/>
    <w:multiLevelType w:val="hybridMultilevel"/>
    <w:tmpl w:val="5D46D33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769FB"/>
    <w:multiLevelType w:val="hybridMultilevel"/>
    <w:tmpl w:val="23B095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76140"/>
    <w:multiLevelType w:val="hybridMultilevel"/>
    <w:tmpl w:val="224AD9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C162D"/>
    <w:multiLevelType w:val="hybridMultilevel"/>
    <w:tmpl w:val="E370C160"/>
    <w:lvl w:ilvl="0" w:tplc="799608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059069">
    <w:abstractNumId w:val="2"/>
  </w:num>
  <w:num w:numId="2" w16cid:durableId="358970491">
    <w:abstractNumId w:val="3"/>
  </w:num>
  <w:num w:numId="3" w16cid:durableId="589584800">
    <w:abstractNumId w:val="0"/>
  </w:num>
  <w:num w:numId="4" w16cid:durableId="1938100312">
    <w:abstractNumId w:val="1"/>
  </w:num>
  <w:num w:numId="5" w16cid:durableId="624433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DA0"/>
    <w:rsid w:val="000B6EFF"/>
    <w:rsid w:val="000E4E85"/>
    <w:rsid w:val="00181544"/>
    <w:rsid w:val="0018276E"/>
    <w:rsid w:val="001E1382"/>
    <w:rsid w:val="001F53FB"/>
    <w:rsid w:val="002023D3"/>
    <w:rsid w:val="002D3617"/>
    <w:rsid w:val="00374E8D"/>
    <w:rsid w:val="003917F9"/>
    <w:rsid w:val="003A46D3"/>
    <w:rsid w:val="003D6D97"/>
    <w:rsid w:val="003F18A3"/>
    <w:rsid w:val="004411D4"/>
    <w:rsid w:val="0044635D"/>
    <w:rsid w:val="00470AFA"/>
    <w:rsid w:val="00485DA0"/>
    <w:rsid w:val="004E227F"/>
    <w:rsid w:val="004E5E92"/>
    <w:rsid w:val="00575BE9"/>
    <w:rsid w:val="005A581F"/>
    <w:rsid w:val="005B768C"/>
    <w:rsid w:val="005E1695"/>
    <w:rsid w:val="005F6A7D"/>
    <w:rsid w:val="00664A50"/>
    <w:rsid w:val="00681232"/>
    <w:rsid w:val="006A2B37"/>
    <w:rsid w:val="006E34D8"/>
    <w:rsid w:val="007B55DD"/>
    <w:rsid w:val="007E7E95"/>
    <w:rsid w:val="0080628B"/>
    <w:rsid w:val="00816700"/>
    <w:rsid w:val="00823D27"/>
    <w:rsid w:val="00846BEF"/>
    <w:rsid w:val="008B4BA8"/>
    <w:rsid w:val="008D47D8"/>
    <w:rsid w:val="008F57EC"/>
    <w:rsid w:val="009D7BC5"/>
    <w:rsid w:val="00A20F07"/>
    <w:rsid w:val="00A42989"/>
    <w:rsid w:val="00A55619"/>
    <w:rsid w:val="00A80147"/>
    <w:rsid w:val="00A81DBE"/>
    <w:rsid w:val="00A87396"/>
    <w:rsid w:val="00AA73BA"/>
    <w:rsid w:val="00AD0116"/>
    <w:rsid w:val="00AE2101"/>
    <w:rsid w:val="00B576E9"/>
    <w:rsid w:val="00BB3814"/>
    <w:rsid w:val="00C0644C"/>
    <w:rsid w:val="00C24E90"/>
    <w:rsid w:val="00C44F6C"/>
    <w:rsid w:val="00C72A70"/>
    <w:rsid w:val="00D1399F"/>
    <w:rsid w:val="00D837DB"/>
    <w:rsid w:val="00DE2D8F"/>
    <w:rsid w:val="00E722E8"/>
    <w:rsid w:val="00E91234"/>
    <w:rsid w:val="00E92E26"/>
    <w:rsid w:val="00EF74B1"/>
    <w:rsid w:val="00F645C4"/>
    <w:rsid w:val="00F76544"/>
    <w:rsid w:val="00F81144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9896F"/>
  <w15:docId w15:val="{B21B693E-881C-42DD-8217-74728C1D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20F07"/>
    <w:pPr>
      <w:tabs>
        <w:tab w:val="center" w:pos="4536"/>
        <w:tab w:val="right" w:pos="9072"/>
      </w:tabs>
    </w:pPr>
    <w:rPr>
      <w:rFonts w:ascii="Arial" w:eastAsia="Arial" w:hAnsi="Arial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20F07"/>
    <w:rPr>
      <w:rFonts w:ascii="Arial" w:eastAsia="Arial" w:hAnsi="Arial" w:cs="Times New Roman"/>
    </w:rPr>
  </w:style>
  <w:style w:type="paragraph" w:styleId="Noga">
    <w:name w:val="footer"/>
    <w:basedOn w:val="Navaden"/>
    <w:link w:val="NogaZnak"/>
    <w:uiPriority w:val="99"/>
    <w:unhideWhenUsed/>
    <w:rsid w:val="00A20F07"/>
    <w:pPr>
      <w:tabs>
        <w:tab w:val="center" w:pos="4536"/>
        <w:tab w:val="right" w:pos="9072"/>
      </w:tabs>
    </w:pPr>
    <w:rPr>
      <w:rFonts w:ascii="Arial" w:eastAsia="Arial" w:hAnsi="Arial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20F07"/>
    <w:rPr>
      <w:rFonts w:ascii="Arial" w:eastAsia="Arial" w:hAnsi="Arial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0F07"/>
    <w:rPr>
      <w:rFonts w:ascii="Tahoma" w:eastAsia="Arial" w:hAnsi="Tahoma" w:cs="Tahoma"/>
      <w:sz w:val="16"/>
      <w:szCs w:val="16"/>
      <w:lang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0F07"/>
    <w:rPr>
      <w:rFonts w:ascii="Tahoma" w:eastAsia="Arial" w:hAnsi="Tahoma" w:cs="Tahoma"/>
      <w:sz w:val="16"/>
      <w:szCs w:val="16"/>
    </w:rPr>
  </w:style>
  <w:style w:type="character" w:styleId="Hiperpovezava">
    <w:name w:val="Hyperlink"/>
    <w:rsid w:val="00485DA0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485DA0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485DA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23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ers@sers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a\Desktop\Predloga%20-%202%20stran%20brez%20glav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64B2481B97564DB931330E7DC04203" ma:contentTypeVersion="14" ma:contentTypeDescription="Ustvari nov dokument." ma:contentTypeScope="" ma:versionID="096aef983dc7825ab41dd0e2c103e857">
  <xsd:schema xmlns:xsd="http://www.w3.org/2001/XMLSchema" xmlns:xs="http://www.w3.org/2001/XMLSchema" xmlns:p="http://schemas.microsoft.com/office/2006/metadata/properties" xmlns:ns2="e5a33e0b-348a-4f7a-8538-fe53402689fb" xmlns:ns3="57171687-a398-404d-8dc8-75adc79d9705" targetNamespace="http://schemas.microsoft.com/office/2006/metadata/properties" ma:root="true" ma:fieldsID="c6a7a7d2ff1a8f9b747dd2839a20b80c" ns2:_="" ns3:_="">
    <xsd:import namespace="e5a33e0b-348a-4f7a-8538-fe53402689fb"/>
    <xsd:import namespace="57171687-a398-404d-8dc8-75adc79d9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33e0b-348a-4f7a-8538-fe53402689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e" ma:readOnly="false" ma:fieldId="{5cf76f15-5ced-4ddc-b409-7134ff3c332f}" ma:taxonomyMulti="true" ma:sspId="110feacb-01c5-4a60-8a19-d9fd352310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71687-a398-404d-8dc8-75adc79d97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fed6a0-2b31-429d-8759-50bb0405ed0c}" ma:internalName="TaxCatchAll" ma:showField="CatchAllData" ma:web="57171687-a398-404d-8dc8-75adc79d9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a33e0b-348a-4f7a-8538-fe53402689fb">
      <Terms xmlns="http://schemas.microsoft.com/office/infopath/2007/PartnerControls"/>
    </lcf76f155ced4ddcb4097134ff3c332f>
    <TaxCatchAll xmlns="57171687-a398-404d-8dc8-75adc79d9705" xsi:nil="true"/>
  </documentManagement>
</p:properties>
</file>

<file path=customXml/itemProps1.xml><?xml version="1.0" encoding="utf-8"?>
<ds:datastoreItem xmlns:ds="http://schemas.openxmlformats.org/officeDocument/2006/customXml" ds:itemID="{6391A84A-5F6F-43C9-BB7A-A5A4E907D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33e0b-348a-4f7a-8538-fe53402689fb"/>
    <ds:schemaRef ds:uri="57171687-a398-404d-8dc8-75adc79d9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9BEB0-F3A4-430F-8B10-E68C95702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7698C-CDF4-404D-BA79-533EF2172C87}">
  <ds:schemaRefs>
    <ds:schemaRef ds:uri="http://schemas.microsoft.com/office/2006/metadata/properties"/>
    <ds:schemaRef ds:uri="http://schemas.microsoft.com/office/infopath/2007/PartnerControls"/>
    <ds:schemaRef ds:uri="e5a33e0b-348a-4f7a-8538-fe53402689fb"/>
    <ds:schemaRef ds:uri="57171687-a398-404d-8dc8-75adc79d97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- 2 stran brez glave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SERŠ MB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Maca</dc:creator>
  <cp:lastModifiedBy>Marija Janžek</cp:lastModifiedBy>
  <cp:revision>3</cp:revision>
  <cp:lastPrinted>2014-03-17T08:31:00Z</cp:lastPrinted>
  <dcterms:created xsi:type="dcterms:W3CDTF">2025-05-16T07:17:00Z</dcterms:created>
  <dcterms:modified xsi:type="dcterms:W3CDTF">2025-05-16T07:18:00Z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0x010100E064B2481B97564DB931330E7DC04203</vt:lpwstr>
  </property>
  <property fmtid="{D5CDD505-2E9C-101B-9397-08002B2CF9AE}" pid="3" name="MediaServiceImageTags">
    <vt:lpwstr/>
  </property>
</Properties>
</file>